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0F6CF168"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505AD4">
              <w:t>6</w:t>
            </w:r>
            <w:bookmarkStart w:id="0" w:name="_GoBack"/>
            <w:bookmarkEnd w:id="0"/>
            <w:r w:rsidR="00337E82" w:rsidRPr="000754EC">
              <w:t>.0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06EDF27F" w:rsidR="00F1480E" w:rsidRPr="000754EC" w:rsidRDefault="00E933B0" w:rsidP="000754EC">
            <w:pPr>
              <w:pStyle w:val="SIUNITCODE"/>
            </w:pPr>
            <w:r>
              <w:t>AHC</w:t>
            </w:r>
            <w:r w:rsidR="00AB51ED">
              <w:t>BAC</w:t>
            </w:r>
            <w:r w:rsidR="0058449A">
              <w:t>30</w:t>
            </w:r>
            <w:r w:rsidR="0054499F">
              <w:t>4</w:t>
            </w:r>
          </w:p>
        </w:tc>
        <w:tc>
          <w:tcPr>
            <w:tcW w:w="3604" w:type="pct"/>
            <w:shd w:val="clear" w:color="auto" w:fill="auto"/>
          </w:tcPr>
          <w:p w14:paraId="68240ED7" w14:textId="6380EF9E" w:rsidR="00F1480E" w:rsidRPr="000754EC" w:rsidRDefault="0054499F" w:rsidP="000754EC">
            <w:pPr>
              <w:pStyle w:val="SIUnittitle"/>
            </w:pPr>
            <w:r w:rsidRPr="0054499F">
              <w:t>Test grains and seeds on receival</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7474B65A" w14:textId="5416F97E" w:rsidR="0054499F" w:rsidRPr="0054499F" w:rsidRDefault="0054499F" w:rsidP="0054499F">
            <w:pPr>
              <w:pStyle w:val="SIText"/>
            </w:pPr>
            <w:r w:rsidRPr="0054499F">
              <w:t xml:space="preserve">This unit of competency describes the skills and knowledge required to </w:t>
            </w:r>
            <w:r w:rsidR="007A52EE">
              <w:t xml:space="preserve">prepare test equipment, sample and perform receival tests on delivered grains and seeds, prepare samples for despatch for further </w:t>
            </w:r>
            <w:r w:rsidRPr="0054499F">
              <w:t>test</w:t>
            </w:r>
            <w:r w:rsidR="007A52EE">
              <w:t xml:space="preserve">s and prepare for </w:t>
            </w:r>
            <w:r w:rsidRPr="0054499F">
              <w:t xml:space="preserve">grains and seeds </w:t>
            </w:r>
            <w:r w:rsidR="007A52EE">
              <w:t>storage</w:t>
            </w:r>
            <w:r w:rsidRPr="0054499F">
              <w:t>.</w:t>
            </w:r>
          </w:p>
          <w:p w14:paraId="677838BC" w14:textId="77777777" w:rsidR="0054499F" w:rsidRPr="0054499F" w:rsidRDefault="0054499F" w:rsidP="0054499F">
            <w:pPr>
              <w:pStyle w:val="SIText"/>
            </w:pPr>
          </w:p>
          <w:p w14:paraId="0A258481" w14:textId="6D18368B" w:rsidR="0054499F" w:rsidRPr="0054499F" w:rsidRDefault="003A2035" w:rsidP="0054499F">
            <w:pPr>
              <w:pStyle w:val="SIText"/>
            </w:pPr>
            <w:r>
              <w:t>The unit applies to individuals</w:t>
            </w:r>
            <w:r w:rsidR="0054499F" w:rsidRPr="0054499F">
              <w:t xml:space="preserve"> who work under broad direction and take responsibility for own work including limited responsibility for the work of others. They use discretion and judgement in the selection and use of available resources and complete routine activities.</w:t>
            </w:r>
          </w:p>
          <w:p w14:paraId="5C58F42C" w14:textId="77777777" w:rsidR="0054499F" w:rsidRPr="0054499F" w:rsidRDefault="0054499F" w:rsidP="0054499F">
            <w:pPr>
              <w:pStyle w:val="SIText"/>
            </w:pPr>
          </w:p>
          <w:p w14:paraId="034C6C33" w14:textId="4AD0511F" w:rsidR="00373436" w:rsidRPr="000754EC" w:rsidRDefault="00827948" w:rsidP="0054499F">
            <w:pPr>
              <w:pStyle w:val="SIText"/>
            </w:pPr>
            <w:r>
              <w:t xml:space="preserve">No licensing, legislative or certification requirements apply to this unit at the time of publication. </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11963EE5"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82C3366" w:rsidR="00F1480E" w:rsidRPr="000754EC" w:rsidRDefault="00AB51ED" w:rsidP="000754EC">
            <w:pPr>
              <w:pStyle w:val="SIText"/>
            </w:pPr>
            <w:r w:rsidRPr="00AB51ED">
              <w:t xml:space="preserve">Broad </w:t>
            </w:r>
            <w:r>
              <w:t>A</w:t>
            </w:r>
            <w:r w:rsidRPr="00AB51ED">
              <w:t xml:space="preserve">cre </w:t>
            </w:r>
            <w:r>
              <w:t>C</w:t>
            </w:r>
            <w:r w:rsidRPr="00AB51ED">
              <w:t>ropping (BAC)</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4499F" w:rsidRPr="00963A46" w14:paraId="2F5B2555" w14:textId="77777777" w:rsidTr="00CA2922">
        <w:trPr>
          <w:cantSplit/>
        </w:trPr>
        <w:tc>
          <w:tcPr>
            <w:tcW w:w="1396" w:type="pct"/>
            <w:shd w:val="clear" w:color="auto" w:fill="auto"/>
          </w:tcPr>
          <w:p w14:paraId="06314A52" w14:textId="24957D34" w:rsidR="0054499F" w:rsidRPr="0054499F" w:rsidRDefault="0054499F" w:rsidP="0054499F">
            <w:pPr>
              <w:pStyle w:val="SIText"/>
            </w:pPr>
            <w:r w:rsidRPr="0054499F">
              <w:t>1. Prepare sampling and testing equipment for use</w:t>
            </w:r>
          </w:p>
        </w:tc>
        <w:tc>
          <w:tcPr>
            <w:tcW w:w="3604" w:type="pct"/>
            <w:shd w:val="clear" w:color="auto" w:fill="auto"/>
          </w:tcPr>
          <w:p w14:paraId="15F0F8C1" w14:textId="34C4E522" w:rsidR="0054499F" w:rsidRPr="0054499F" w:rsidRDefault="0054499F" w:rsidP="0054499F">
            <w:r w:rsidRPr="0054499F">
              <w:t xml:space="preserve">1.1 Clean, maintain, test and calibrate testing and sampling instruments </w:t>
            </w:r>
            <w:r w:rsidR="00235EB0">
              <w:t>according to manufacturer instructions</w:t>
            </w:r>
          </w:p>
          <w:p w14:paraId="5883B4D1" w14:textId="4092A775" w:rsidR="0054499F" w:rsidRPr="0054499F" w:rsidRDefault="0054499F" w:rsidP="0054499F">
            <w:r w:rsidRPr="0054499F">
              <w:t xml:space="preserve">1.2 Identify and report </w:t>
            </w:r>
            <w:r w:rsidR="00235EB0">
              <w:t>faulty</w:t>
            </w:r>
            <w:r w:rsidRPr="0054499F">
              <w:t xml:space="preserve"> sampling and testing equipment</w:t>
            </w:r>
          </w:p>
          <w:p w14:paraId="1696B99B" w14:textId="552F0540" w:rsidR="0054499F" w:rsidRPr="0054499F" w:rsidRDefault="0054499F">
            <w:r w:rsidRPr="0054499F">
              <w:t>1.3 Identify work health and safety hazards</w:t>
            </w:r>
            <w:r w:rsidR="00235EB0">
              <w:t>, assess the risk and implement controls according to workplace procedures</w:t>
            </w:r>
          </w:p>
        </w:tc>
      </w:tr>
      <w:tr w:rsidR="0054499F" w:rsidRPr="00963A46" w14:paraId="6D79A7FA" w14:textId="77777777" w:rsidTr="00CA2922">
        <w:trPr>
          <w:cantSplit/>
        </w:trPr>
        <w:tc>
          <w:tcPr>
            <w:tcW w:w="1396" w:type="pct"/>
            <w:shd w:val="clear" w:color="auto" w:fill="auto"/>
          </w:tcPr>
          <w:p w14:paraId="56B4064B" w14:textId="1045DF7B" w:rsidR="0054499F" w:rsidRPr="0054499F" w:rsidRDefault="0054499F" w:rsidP="0054499F">
            <w:pPr>
              <w:pStyle w:val="SIText"/>
            </w:pPr>
            <w:r w:rsidRPr="0054499F">
              <w:t>2 Identify grains on receival</w:t>
            </w:r>
          </w:p>
        </w:tc>
        <w:tc>
          <w:tcPr>
            <w:tcW w:w="3604" w:type="pct"/>
            <w:shd w:val="clear" w:color="auto" w:fill="auto"/>
          </w:tcPr>
          <w:p w14:paraId="4511DF29" w14:textId="77777777" w:rsidR="0075176F" w:rsidRDefault="0054499F" w:rsidP="0054499F">
            <w:r w:rsidRPr="0054499F">
              <w:t>2.1 Inspect load to confirm commodity type</w:t>
            </w:r>
          </w:p>
          <w:p w14:paraId="639B320C" w14:textId="1D4B1EFE" w:rsidR="0054499F" w:rsidRPr="0054499F" w:rsidRDefault="0075176F" w:rsidP="0054499F">
            <w:r>
              <w:t xml:space="preserve">2.2 Identify </w:t>
            </w:r>
            <w:r w:rsidR="0054499F" w:rsidRPr="0054499F">
              <w:t>presence of contaminants</w:t>
            </w:r>
          </w:p>
          <w:p w14:paraId="6BB72E57" w14:textId="65F0B1B1" w:rsidR="0054499F" w:rsidRPr="0054499F" w:rsidRDefault="0054499F" w:rsidP="0054499F">
            <w:pPr>
              <w:pStyle w:val="SIText"/>
            </w:pPr>
            <w:r w:rsidRPr="0054499F">
              <w:t>2.</w:t>
            </w:r>
            <w:r w:rsidR="0075176F">
              <w:t>3</w:t>
            </w:r>
            <w:r w:rsidRPr="0054499F">
              <w:t xml:space="preserve"> Record supplier information</w:t>
            </w:r>
          </w:p>
        </w:tc>
      </w:tr>
      <w:tr w:rsidR="0054499F" w:rsidRPr="00963A46" w14:paraId="16CD00DC" w14:textId="77777777" w:rsidTr="00CA2922">
        <w:trPr>
          <w:cantSplit/>
        </w:trPr>
        <w:tc>
          <w:tcPr>
            <w:tcW w:w="1396" w:type="pct"/>
            <w:shd w:val="clear" w:color="auto" w:fill="auto"/>
          </w:tcPr>
          <w:p w14:paraId="6F2E2312" w14:textId="32FA2443" w:rsidR="0054499F" w:rsidRPr="0054499F" w:rsidRDefault="0054499F" w:rsidP="0054499F">
            <w:pPr>
              <w:pStyle w:val="SIText"/>
            </w:pPr>
            <w:r w:rsidRPr="0054499F">
              <w:t>3. Collect grains samples for testing</w:t>
            </w:r>
          </w:p>
        </w:tc>
        <w:tc>
          <w:tcPr>
            <w:tcW w:w="3604" w:type="pct"/>
            <w:shd w:val="clear" w:color="auto" w:fill="auto"/>
          </w:tcPr>
          <w:p w14:paraId="414DE047" w14:textId="5DDDAEB6" w:rsidR="0054499F" w:rsidRPr="0054499F" w:rsidRDefault="0054499F" w:rsidP="0054499F">
            <w:r w:rsidRPr="0054499F">
              <w:t xml:space="preserve">3.1 </w:t>
            </w:r>
            <w:r w:rsidR="00D2324F">
              <w:t>Collect sample for testing according to workplace sampling procedures</w:t>
            </w:r>
            <w:r w:rsidR="0075176F">
              <w:t xml:space="preserve"> and industry standards</w:t>
            </w:r>
          </w:p>
          <w:p w14:paraId="63A1D7A3" w14:textId="14A9CFD7" w:rsidR="0054499F" w:rsidRPr="0054499F" w:rsidRDefault="0054499F" w:rsidP="0054499F">
            <w:r w:rsidRPr="0054499F">
              <w:t xml:space="preserve">3.2 </w:t>
            </w:r>
            <w:r w:rsidR="00D2324F">
              <w:t>P</w:t>
            </w:r>
            <w:r w:rsidRPr="0054499F">
              <w:t>revent mixing or contamination of samples</w:t>
            </w:r>
          </w:p>
          <w:p w14:paraId="52DA6BDE" w14:textId="51972C5E" w:rsidR="0054499F" w:rsidRPr="0054499F" w:rsidRDefault="0054499F" w:rsidP="0054499F">
            <w:r w:rsidRPr="0054499F">
              <w:t xml:space="preserve">3.3 </w:t>
            </w:r>
            <w:r w:rsidR="00D2324F">
              <w:t>Label and p</w:t>
            </w:r>
            <w:r w:rsidRPr="0054499F">
              <w:t>repare samples for testing</w:t>
            </w:r>
            <w:r w:rsidR="00D2324F">
              <w:t xml:space="preserve"> according to workplace procedures</w:t>
            </w:r>
            <w:r w:rsidR="0075176F">
              <w:t xml:space="preserve"> and industry standards</w:t>
            </w:r>
          </w:p>
          <w:p w14:paraId="7C104250" w14:textId="0DADE1D3" w:rsidR="0054499F" w:rsidRPr="0054499F" w:rsidRDefault="0054499F">
            <w:pPr>
              <w:pStyle w:val="SIText"/>
            </w:pPr>
            <w:r w:rsidRPr="0054499F">
              <w:t xml:space="preserve">3.4 </w:t>
            </w:r>
            <w:r w:rsidR="00D2324F">
              <w:t xml:space="preserve">Record </w:t>
            </w:r>
            <w:r w:rsidRPr="0054499F">
              <w:t xml:space="preserve">sample information </w:t>
            </w:r>
          </w:p>
        </w:tc>
      </w:tr>
      <w:tr w:rsidR="0054499F" w:rsidRPr="00963A46" w14:paraId="188E8AB4" w14:textId="77777777" w:rsidTr="00CA2922">
        <w:trPr>
          <w:cantSplit/>
        </w:trPr>
        <w:tc>
          <w:tcPr>
            <w:tcW w:w="1396" w:type="pct"/>
            <w:shd w:val="clear" w:color="auto" w:fill="auto"/>
          </w:tcPr>
          <w:p w14:paraId="742AD9DE" w14:textId="7A2A0F8A" w:rsidR="0054499F" w:rsidRPr="0054499F" w:rsidRDefault="0054499F" w:rsidP="0054499F">
            <w:pPr>
              <w:pStyle w:val="SIText"/>
            </w:pPr>
            <w:r w:rsidRPr="0054499F">
              <w:t>4 Perform initial tests on samples</w:t>
            </w:r>
          </w:p>
        </w:tc>
        <w:tc>
          <w:tcPr>
            <w:tcW w:w="3604" w:type="pct"/>
            <w:shd w:val="clear" w:color="auto" w:fill="auto"/>
          </w:tcPr>
          <w:p w14:paraId="3AA32070" w14:textId="4889F47B" w:rsidR="0054499F" w:rsidRPr="0054499F" w:rsidRDefault="0054499F" w:rsidP="0054499F">
            <w:r w:rsidRPr="0054499F">
              <w:t xml:space="preserve">4.1 </w:t>
            </w:r>
            <w:r w:rsidR="005D32D6">
              <w:t xml:space="preserve">Handle samples during testing to </w:t>
            </w:r>
            <w:r w:rsidRPr="0054499F">
              <w:t xml:space="preserve">prevent </w:t>
            </w:r>
            <w:r w:rsidR="005D32D6">
              <w:t>cross</w:t>
            </w:r>
            <w:r w:rsidRPr="0054499F">
              <w:t xml:space="preserve"> contamination</w:t>
            </w:r>
          </w:p>
          <w:p w14:paraId="1F20338B" w14:textId="2EFC4CA5" w:rsidR="0054499F" w:rsidRPr="0054499F" w:rsidRDefault="0054499F" w:rsidP="0054499F">
            <w:r w:rsidRPr="0054499F">
              <w:t xml:space="preserve">4.2 Operate testing equipment to perform required tests </w:t>
            </w:r>
            <w:r w:rsidR="005D32D6">
              <w:t>according to</w:t>
            </w:r>
            <w:r w:rsidRPr="0054499F">
              <w:t xml:space="preserve"> manufacturer instructions, </w:t>
            </w:r>
            <w:r w:rsidR="005D32D6">
              <w:t>workplace</w:t>
            </w:r>
            <w:r w:rsidR="005D32D6" w:rsidRPr="0054499F">
              <w:t xml:space="preserve"> </w:t>
            </w:r>
            <w:r w:rsidR="0075176F">
              <w:t xml:space="preserve">procedures </w:t>
            </w:r>
            <w:r w:rsidRPr="0054499F">
              <w:t xml:space="preserve">and industry </w:t>
            </w:r>
            <w:r w:rsidR="0075176F">
              <w:t>standards</w:t>
            </w:r>
          </w:p>
          <w:p w14:paraId="31662095" w14:textId="0A38516A" w:rsidR="0054499F" w:rsidRPr="0054499F" w:rsidRDefault="0054499F" w:rsidP="0054499F">
            <w:r w:rsidRPr="0054499F">
              <w:t>4.3 Record results of test</w:t>
            </w:r>
            <w:r w:rsidR="005D32D6">
              <w:t xml:space="preserve"> outcomes</w:t>
            </w:r>
            <w:r w:rsidRPr="0054499F">
              <w:t xml:space="preserve"> </w:t>
            </w:r>
            <w:r w:rsidR="005D32D6">
              <w:t>according to procedures</w:t>
            </w:r>
          </w:p>
          <w:p w14:paraId="35FCB9BD" w14:textId="3B8F1108" w:rsidR="0054499F" w:rsidRPr="0054499F" w:rsidRDefault="0054499F" w:rsidP="0054499F">
            <w:r w:rsidRPr="0054499F">
              <w:t xml:space="preserve">4.4 </w:t>
            </w:r>
            <w:r w:rsidR="005D32D6">
              <w:t>D</w:t>
            </w:r>
            <w:r w:rsidRPr="0054499F">
              <w:t>etermine the level of defects and contaminants</w:t>
            </w:r>
            <w:r w:rsidR="005D32D6" w:rsidRPr="0054499F">
              <w:t xml:space="preserve"> </w:t>
            </w:r>
            <w:r w:rsidR="005D32D6">
              <w:t xml:space="preserve">from </w:t>
            </w:r>
            <w:r w:rsidR="005D32D6" w:rsidRPr="0054499F">
              <w:t xml:space="preserve">visual </w:t>
            </w:r>
            <w:r w:rsidR="005D32D6">
              <w:t>comparison with industry reference material</w:t>
            </w:r>
          </w:p>
          <w:p w14:paraId="3B6E57AF" w14:textId="23565B6B" w:rsidR="0054499F" w:rsidRPr="0054499F" w:rsidRDefault="0054499F" w:rsidP="0054499F">
            <w:r w:rsidRPr="0054499F">
              <w:t xml:space="preserve">4.5 Compare test results with specifications to determine grade </w:t>
            </w:r>
            <w:r w:rsidR="005D32D6">
              <w:t xml:space="preserve">of </w:t>
            </w:r>
            <w:r w:rsidRPr="0054499F">
              <w:t>sample</w:t>
            </w:r>
          </w:p>
          <w:p w14:paraId="02A569C0" w14:textId="42FDDF5A" w:rsidR="0075176F" w:rsidRDefault="0054499F">
            <w:r w:rsidRPr="0054499F">
              <w:t xml:space="preserve">4.6 </w:t>
            </w:r>
            <w:r w:rsidR="005D32D6">
              <w:t xml:space="preserve">Accept or reject receipt of commodity according to workplace </w:t>
            </w:r>
            <w:r w:rsidRPr="0054499F">
              <w:t>policies and procedures</w:t>
            </w:r>
          </w:p>
          <w:p w14:paraId="2AF51E0C" w14:textId="206E647A" w:rsidR="0054499F" w:rsidRPr="0054499F" w:rsidRDefault="0075176F">
            <w:r>
              <w:t xml:space="preserve">4.7 Communicate outcome of tests and </w:t>
            </w:r>
            <w:r w:rsidR="00BA1656">
              <w:t>acceptance/rejection of delivery to client</w:t>
            </w:r>
          </w:p>
        </w:tc>
      </w:tr>
      <w:tr w:rsidR="0054499F" w:rsidRPr="00963A46" w14:paraId="02E78BE9" w14:textId="77777777" w:rsidTr="00CA2922">
        <w:trPr>
          <w:cantSplit/>
        </w:trPr>
        <w:tc>
          <w:tcPr>
            <w:tcW w:w="1396" w:type="pct"/>
            <w:shd w:val="clear" w:color="auto" w:fill="auto"/>
          </w:tcPr>
          <w:p w14:paraId="5E659F81" w14:textId="4DF26AB2" w:rsidR="0054499F" w:rsidRPr="0054499F" w:rsidRDefault="0054499F" w:rsidP="0054499F">
            <w:pPr>
              <w:pStyle w:val="SIText"/>
            </w:pPr>
            <w:r w:rsidRPr="0054499F">
              <w:t>5 Despatch samples to testing facilities</w:t>
            </w:r>
          </w:p>
        </w:tc>
        <w:tc>
          <w:tcPr>
            <w:tcW w:w="3604" w:type="pct"/>
            <w:shd w:val="clear" w:color="auto" w:fill="auto"/>
          </w:tcPr>
          <w:p w14:paraId="67F41889" w14:textId="46115B8F" w:rsidR="0054499F" w:rsidRPr="0054499F" w:rsidRDefault="0054499F" w:rsidP="0054499F">
            <w:r w:rsidRPr="0054499F">
              <w:t xml:space="preserve">5.1 Pack and label samples </w:t>
            </w:r>
            <w:r w:rsidR="005D32D6">
              <w:t xml:space="preserve">according to </w:t>
            </w:r>
            <w:r w:rsidR="005A0E20">
              <w:t xml:space="preserve">sampling </w:t>
            </w:r>
            <w:r w:rsidR="005D32D6">
              <w:t>procedures</w:t>
            </w:r>
          </w:p>
          <w:p w14:paraId="1A5E32DD" w14:textId="5BB59D2D" w:rsidR="0054499F" w:rsidRPr="0054499F" w:rsidRDefault="0054499F" w:rsidP="0054499F">
            <w:r w:rsidRPr="0054499F">
              <w:t xml:space="preserve">5.2 </w:t>
            </w:r>
            <w:r w:rsidR="005D32D6">
              <w:t>R</w:t>
            </w:r>
            <w:r w:rsidRPr="0054499F">
              <w:t>ecord testing requirements</w:t>
            </w:r>
          </w:p>
          <w:p w14:paraId="7BA4F8BE" w14:textId="2AD1FBC3" w:rsidR="0054499F" w:rsidRPr="0054499F" w:rsidRDefault="0054499F" w:rsidP="0054499F">
            <w:r w:rsidRPr="0054499F">
              <w:t>5.3 Despatch samples to testing facility</w:t>
            </w:r>
          </w:p>
        </w:tc>
      </w:tr>
      <w:tr w:rsidR="0054499F" w:rsidRPr="00963A46" w14:paraId="5E908C8A" w14:textId="77777777" w:rsidTr="00CA2922">
        <w:trPr>
          <w:cantSplit/>
        </w:trPr>
        <w:tc>
          <w:tcPr>
            <w:tcW w:w="1396" w:type="pct"/>
            <w:shd w:val="clear" w:color="auto" w:fill="auto"/>
          </w:tcPr>
          <w:p w14:paraId="2F6BD4C9" w14:textId="54B43983" w:rsidR="0054499F" w:rsidRPr="0054499F" w:rsidRDefault="0054499F" w:rsidP="0054499F">
            <w:pPr>
              <w:pStyle w:val="SIText"/>
            </w:pPr>
            <w:r w:rsidRPr="0054499F">
              <w:t>6. Prepare for storage of grains and seed</w:t>
            </w:r>
          </w:p>
        </w:tc>
        <w:tc>
          <w:tcPr>
            <w:tcW w:w="3604" w:type="pct"/>
            <w:shd w:val="clear" w:color="auto" w:fill="auto"/>
          </w:tcPr>
          <w:p w14:paraId="210F2FFB" w14:textId="615BAD2C" w:rsidR="0054499F" w:rsidRPr="0054499F" w:rsidRDefault="0054499F" w:rsidP="0054499F">
            <w:r w:rsidRPr="0054499F">
              <w:t>6.1 Conduct segregation arrangements of grain and seed</w:t>
            </w:r>
            <w:r w:rsidR="005A0E20">
              <w:t xml:space="preserve"> according to storage plan</w:t>
            </w:r>
          </w:p>
          <w:p w14:paraId="5EB07E68" w14:textId="77777777" w:rsidR="0054499F" w:rsidRPr="0054499F" w:rsidRDefault="0054499F" w:rsidP="0054499F">
            <w:r w:rsidRPr="0054499F">
              <w:t>6.2 Complete required site transfer arrangements</w:t>
            </w:r>
          </w:p>
          <w:p w14:paraId="33EE4DE6" w14:textId="150F6B6C" w:rsidR="0054499F" w:rsidRPr="0054499F" w:rsidRDefault="0054499F" w:rsidP="0054499F">
            <w:r w:rsidRPr="0054499F">
              <w:t xml:space="preserve">6.3 Inspect conveying equipment and identify and report </w:t>
            </w:r>
            <w:r w:rsidR="005A0E20">
              <w:t>faulty equipment</w:t>
            </w:r>
          </w:p>
          <w:p w14:paraId="56CF021A" w14:textId="7D2701FA" w:rsidR="0054499F" w:rsidRPr="0054499F" w:rsidRDefault="0054499F">
            <w:r w:rsidRPr="0054499F">
              <w:t xml:space="preserve">6.4 Apply </w:t>
            </w:r>
            <w:r w:rsidR="005A0E20">
              <w:t>workplace</w:t>
            </w:r>
            <w:r w:rsidR="005A0E20" w:rsidRPr="0054499F">
              <w:t xml:space="preserve"> </w:t>
            </w:r>
            <w:r w:rsidRPr="0054499F">
              <w:t>biosecurity policies</w:t>
            </w:r>
            <w:r w:rsidR="005A0E20">
              <w:t xml:space="preserve"> and </w:t>
            </w:r>
            <w:r w:rsidR="007A52EE">
              <w:t>pr</w:t>
            </w:r>
            <w:r w:rsidR="005A0E20">
              <w:t>ocedures</w:t>
            </w:r>
          </w:p>
        </w:tc>
      </w:tr>
    </w:tbl>
    <w:p w14:paraId="51A6ACE5" w14:textId="77777777" w:rsidR="005F771F" w:rsidRDefault="005F771F" w:rsidP="005F771F">
      <w:pPr>
        <w:pStyle w:val="SIText"/>
      </w:pPr>
    </w:p>
    <w:p w14:paraId="0243B725" w14:textId="77777777" w:rsidR="005F771F" w:rsidRPr="000754EC" w:rsidRDefault="005F771F" w:rsidP="000754EC">
      <w:r>
        <w:br w:type="page"/>
      </w:r>
    </w:p>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1E644279"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96A90" w:rsidRPr="007540B4" w:rsidDel="00423CB2" w14:paraId="1CF24FD6" w14:textId="77777777" w:rsidTr="00CA2922">
        <w:tc>
          <w:tcPr>
            <w:tcW w:w="1396" w:type="pct"/>
          </w:tcPr>
          <w:p w14:paraId="6D88B952" w14:textId="5C83D1EC" w:rsidR="00E96A90" w:rsidRPr="00165523" w:rsidRDefault="00E96A90">
            <w:pPr>
              <w:pStyle w:val="SIText"/>
            </w:pPr>
            <w:r w:rsidRPr="00165523">
              <w:t>Reading</w:t>
            </w:r>
          </w:p>
        </w:tc>
        <w:tc>
          <w:tcPr>
            <w:tcW w:w="3604" w:type="pct"/>
          </w:tcPr>
          <w:p w14:paraId="1B7CC730" w14:textId="68D4B6C8" w:rsidR="00E96A90" w:rsidRPr="00165523" w:rsidRDefault="007540B4">
            <w:pPr>
              <w:pStyle w:val="SIBulletList1"/>
            </w:pPr>
            <w:r>
              <w:rPr>
                <w:rFonts w:eastAsia="Calibri"/>
              </w:rPr>
              <w:t>Interpret instructions, policies and procedures for sampling and testing of grains and seeds</w:t>
            </w:r>
          </w:p>
        </w:tc>
      </w:tr>
      <w:tr w:rsidR="00E96A90" w:rsidRPr="007540B4" w:rsidDel="00423CB2" w14:paraId="1D3AF5EE" w14:textId="77777777" w:rsidTr="00CA2922">
        <w:tc>
          <w:tcPr>
            <w:tcW w:w="1396" w:type="pct"/>
          </w:tcPr>
          <w:p w14:paraId="16ED7E97" w14:textId="4374F418" w:rsidR="00E96A90" w:rsidRPr="00165523" w:rsidRDefault="00E96A90">
            <w:pPr>
              <w:pStyle w:val="SIText"/>
            </w:pPr>
            <w:r w:rsidRPr="00165523">
              <w:t>Writing</w:t>
            </w:r>
          </w:p>
        </w:tc>
        <w:tc>
          <w:tcPr>
            <w:tcW w:w="3604" w:type="pct"/>
          </w:tcPr>
          <w:p w14:paraId="0F32718D" w14:textId="4E552FE3" w:rsidR="00E96A90" w:rsidRPr="00165523" w:rsidRDefault="001D58E4">
            <w:pPr>
              <w:pStyle w:val="SIBulletList1"/>
              <w:rPr>
                <w:rFonts w:eastAsia="Calibri"/>
              </w:rPr>
            </w:pPr>
            <w:r w:rsidRPr="001D58E4">
              <w:t xml:space="preserve">Accurately records and completes </w:t>
            </w:r>
            <w:r>
              <w:t xml:space="preserve">workplace records, sample labels and test results </w:t>
            </w:r>
            <w:r w:rsidRPr="001D58E4">
              <w:t xml:space="preserve">using clear language, and </w:t>
            </w:r>
            <w:r>
              <w:t xml:space="preserve">industry </w:t>
            </w:r>
            <w:r w:rsidRPr="001D58E4">
              <w:t>terminology</w:t>
            </w:r>
          </w:p>
        </w:tc>
      </w:tr>
      <w:tr w:rsidR="00BA1656" w:rsidRPr="007540B4" w:rsidDel="00423CB2" w14:paraId="52DAB36C" w14:textId="77777777" w:rsidTr="00CA2922">
        <w:tc>
          <w:tcPr>
            <w:tcW w:w="1396" w:type="pct"/>
          </w:tcPr>
          <w:p w14:paraId="3619AE7A" w14:textId="5847B29D" w:rsidR="00BA1656" w:rsidRPr="007540B4" w:rsidRDefault="00BA1656" w:rsidP="007540B4">
            <w:pPr>
              <w:pStyle w:val="SIText"/>
            </w:pPr>
            <w:r>
              <w:t>Oral communication</w:t>
            </w:r>
          </w:p>
        </w:tc>
        <w:tc>
          <w:tcPr>
            <w:tcW w:w="3604" w:type="pct"/>
          </w:tcPr>
          <w:p w14:paraId="124742CF" w14:textId="07BCE4E9" w:rsidR="00BA1656" w:rsidRPr="001D58E4" w:rsidRDefault="00BA1656">
            <w:pPr>
              <w:pStyle w:val="SIBulletList1"/>
            </w:pPr>
            <w:r w:rsidRPr="00BA1656">
              <w:t xml:space="preserve">Effectively participate in verbal exchanges using collaborative and inclusive techniques including active listening and questioning to convey </w:t>
            </w:r>
            <w:r>
              <w:t>outcome of receival process to client</w:t>
            </w:r>
          </w:p>
        </w:tc>
      </w:tr>
      <w:tr w:rsidR="00E96A90" w:rsidRPr="007540B4" w:rsidDel="00423CB2" w14:paraId="290375C2" w14:textId="77777777" w:rsidTr="00CA2922">
        <w:tc>
          <w:tcPr>
            <w:tcW w:w="1396" w:type="pct"/>
          </w:tcPr>
          <w:p w14:paraId="38C2B6FF" w14:textId="7E101859" w:rsidR="00E96A90" w:rsidRPr="00165523" w:rsidRDefault="00A316F6">
            <w:pPr>
              <w:pStyle w:val="SIText"/>
            </w:pPr>
            <w:r w:rsidRPr="00165523">
              <w:t>Numeracy</w:t>
            </w:r>
          </w:p>
        </w:tc>
        <w:tc>
          <w:tcPr>
            <w:tcW w:w="3604" w:type="pct"/>
          </w:tcPr>
          <w:p w14:paraId="20F31899" w14:textId="7596EA8C" w:rsidR="00E96A90" w:rsidRPr="00165523" w:rsidRDefault="001D58E4">
            <w:pPr>
              <w:pStyle w:val="SIBulletList1"/>
              <w:rPr>
                <w:rFonts w:eastAsia="Calibri"/>
              </w:rPr>
            </w:pPr>
            <w:r w:rsidRPr="001D58E4">
              <w:t>Perform mathematical calculations for sample tests and interpret results to determine if product is to be received or rejected</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7540B4" w14:paraId="7EFB7203" w14:textId="77777777" w:rsidTr="00F33FF2">
        <w:tc>
          <w:tcPr>
            <w:tcW w:w="1028" w:type="pct"/>
          </w:tcPr>
          <w:p w14:paraId="2AE9FC57" w14:textId="77777777" w:rsidR="00DA54B5" w:rsidRPr="007540B4" w:rsidRDefault="00E96A90">
            <w:pPr>
              <w:pStyle w:val="SIText"/>
            </w:pPr>
            <w:r w:rsidRPr="007540B4">
              <w:t>AHCBAC304 Test grains and seeds on receival</w:t>
            </w:r>
          </w:p>
          <w:p w14:paraId="6B803FA7" w14:textId="3DF7B13C" w:rsidR="00E96A90" w:rsidRPr="007540B4" w:rsidRDefault="00E96A90">
            <w:pPr>
              <w:pStyle w:val="SIText"/>
            </w:pPr>
            <w:r w:rsidRPr="007540B4">
              <w:t>Release 2</w:t>
            </w:r>
          </w:p>
        </w:tc>
        <w:tc>
          <w:tcPr>
            <w:tcW w:w="1105" w:type="pct"/>
          </w:tcPr>
          <w:p w14:paraId="4A72A327" w14:textId="77777777" w:rsidR="00E96A90" w:rsidRPr="00165523" w:rsidRDefault="00E96A90" w:rsidP="00165523">
            <w:pPr>
              <w:pStyle w:val="SIText"/>
            </w:pPr>
            <w:r w:rsidRPr="00165523">
              <w:t>AHCBAC304 Test grains and seeds on receival</w:t>
            </w:r>
          </w:p>
          <w:p w14:paraId="62572D07" w14:textId="25B7FB9C" w:rsidR="00E96A90" w:rsidRPr="00165523" w:rsidRDefault="00E96A90" w:rsidP="00165523">
            <w:pPr>
              <w:pStyle w:val="SIText"/>
            </w:pPr>
            <w:r w:rsidRPr="00165523">
              <w:t>Release 1</w:t>
            </w:r>
          </w:p>
          <w:p w14:paraId="3216D365" w14:textId="10907A7C" w:rsidR="00DA54B5" w:rsidRPr="007540B4" w:rsidRDefault="00DA54B5">
            <w:pPr>
              <w:pStyle w:val="SIText"/>
            </w:pPr>
          </w:p>
        </w:tc>
        <w:tc>
          <w:tcPr>
            <w:tcW w:w="1251" w:type="pct"/>
          </w:tcPr>
          <w:p w14:paraId="6D68D7CE" w14:textId="77777777" w:rsidR="00271F0A" w:rsidRPr="007540B4" w:rsidRDefault="00271F0A">
            <w:pPr>
              <w:pStyle w:val="SIText"/>
            </w:pPr>
            <w:r w:rsidRPr="007540B4">
              <w:t>Changes to Application.</w:t>
            </w:r>
          </w:p>
          <w:p w14:paraId="6A2BFBD6" w14:textId="77777777" w:rsidR="00271F0A" w:rsidRPr="007540B4" w:rsidRDefault="00271F0A">
            <w:pPr>
              <w:pStyle w:val="SIText"/>
            </w:pPr>
            <w:r w:rsidRPr="007540B4">
              <w:t>Consolidated  and re sequenced Performance Criteria.</w:t>
            </w:r>
          </w:p>
          <w:p w14:paraId="30B8888F" w14:textId="34692047" w:rsidR="00DA54B5" w:rsidRPr="00165523" w:rsidRDefault="00271F0A">
            <w:pPr>
              <w:pStyle w:val="SIText"/>
            </w:pPr>
            <w:r w:rsidRPr="00165523">
              <w:t>Added Foundation Skills. Updated Performance Evidence, Knowledge Evidence and Assessment Conditions.</w:t>
            </w:r>
          </w:p>
        </w:tc>
        <w:tc>
          <w:tcPr>
            <w:tcW w:w="1616" w:type="pct"/>
          </w:tcPr>
          <w:p w14:paraId="325B98A3" w14:textId="05EAACDD" w:rsidR="00DA54B5" w:rsidRPr="00165523" w:rsidRDefault="007540B4">
            <w:pPr>
              <w:pStyle w:val="SIText"/>
            </w:pPr>
            <w:r w:rsidRPr="00165523">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Guides, are available at VETNet:</w:t>
            </w:r>
            <w:r w:rsidR="00E933B0">
              <w:t xml:space="preserve"> </w:t>
            </w:r>
            <w:hyperlink r:id="rId11"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63D25306" w:rsidR="00556C4C" w:rsidRPr="000754EC" w:rsidRDefault="00556C4C" w:rsidP="000754EC">
            <w:pPr>
              <w:pStyle w:val="SIUnittitle"/>
            </w:pPr>
            <w:r w:rsidRPr="00F56827">
              <w:t xml:space="preserve">Assessment requirements for </w:t>
            </w:r>
            <w:r w:rsidR="0054499F" w:rsidRPr="0054499F">
              <w:t>AHCBAC304 Test grains and seeds on receival</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6C52247C" w14:textId="59A16DCD" w:rsidR="00DA54B5" w:rsidRPr="00165523" w:rsidRDefault="00DA54B5">
            <w:pPr>
              <w:pStyle w:val="SIText"/>
            </w:pPr>
            <w:r w:rsidRPr="00165523">
              <w:t xml:space="preserve">An individual demonstrating competency must satisfy all of the elements and performance criteria in this unit. </w:t>
            </w:r>
          </w:p>
          <w:p w14:paraId="76667579" w14:textId="44936FE5" w:rsidR="00CD634A" w:rsidRPr="00165523" w:rsidRDefault="00740C74">
            <w:pPr>
              <w:pStyle w:val="SIText"/>
            </w:pPr>
            <w:r w:rsidRPr="00165523">
              <w:t xml:space="preserve">There must be evidence that the individual has </w:t>
            </w:r>
            <w:r w:rsidR="00CD634A" w:rsidRPr="00165523">
              <w:t xml:space="preserve">sampled and tested </w:t>
            </w:r>
            <w:r w:rsidR="002B1FF1">
              <w:t>o</w:t>
            </w:r>
            <w:r w:rsidR="00CD634A" w:rsidRPr="00165523">
              <w:t xml:space="preserve">n </w:t>
            </w:r>
            <w:r w:rsidR="0075176F" w:rsidRPr="00CD634A">
              <w:t>receipt</w:t>
            </w:r>
            <w:r w:rsidR="002B1FF1">
              <w:t xml:space="preserve"> of delivery</w:t>
            </w:r>
            <w:commentRangeStart w:id="1"/>
            <w:r w:rsidR="002B1FF1">
              <w:t xml:space="preserve"> </w:t>
            </w:r>
            <w:r w:rsidR="002B1FF1" w:rsidRPr="00165523">
              <w:rPr>
                <w:rStyle w:val="SITemporaryText-red"/>
              </w:rPr>
              <w:t xml:space="preserve">both </w:t>
            </w:r>
            <w:r w:rsidR="00CD634A" w:rsidRPr="00165523">
              <w:rPr>
                <w:rStyle w:val="SITemporaryText-red"/>
              </w:rPr>
              <w:t>grains and seed, including</w:t>
            </w:r>
            <w:r w:rsidR="00CD634A" w:rsidRPr="00165523">
              <w:t>:</w:t>
            </w:r>
            <w:commentRangeEnd w:id="1"/>
            <w:r w:rsidR="00165523">
              <w:rPr>
                <w:lang w:eastAsia="en-AU"/>
              </w:rPr>
              <w:commentReference w:id="1"/>
            </w:r>
          </w:p>
          <w:p w14:paraId="112864A1" w14:textId="02D10C45" w:rsidR="0054499F" w:rsidRPr="00165523" w:rsidRDefault="0054499F">
            <w:pPr>
              <w:pStyle w:val="SIBulletList1"/>
            </w:pPr>
            <w:r w:rsidRPr="00165523">
              <w:t>identif</w:t>
            </w:r>
            <w:r w:rsidR="00CD634A">
              <w:t xml:space="preserve">ied </w:t>
            </w:r>
            <w:r w:rsidRPr="00165523">
              <w:t>work health and safety hazards</w:t>
            </w:r>
            <w:r w:rsidR="00CD634A">
              <w:t>, assessed risks and implemented controls</w:t>
            </w:r>
          </w:p>
          <w:p w14:paraId="55A92531" w14:textId="5C798580" w:rsidR="0054499F" w:rsidRPr="00165523" w:rsidRDefault="00CD634A">
            <w:pPr>
              <w:pStyle w:val="SIBulletList1"/>
            </w:pPr>
            <w:r w:rsidRPr="00CD634A">
              <w:t>identif</w:t>
            </w:r>
            <w:r>
              <w:t>ied</w:t>
            </w:r>
            <w:r w:rsidR="0054499F" w:rsidRPr="00165523">
              <w:t xml:space="preserve"> grain and seed types</w:t>
            </w:r>
            <w:r w:rsidR="0075176F">
              <w:t xml:space="preserve"> on delivery</w:t>
            </w:r>
          </w:p>
          <w:p w14:paraId="5504A530" w14:textId="3D0358AA" w:rsidR="0054499F" w:rsidRDefault="0075176F">
            <w:pPr>
              <w:pStyle w:val="SIBulletList1"/>
            </w:pPr>
            <w:r>
              <w:t>sampled grains and seeds including:</w:t>
            </w:r>
          </w:p>
          <w:p w14:paraId="1B5896A8" w14:textId="77777777" w:rsidR="0075176F" w:rsidRDefault="0075176F" w:rsidP="00165523">
            <w:pPr>
              <w:pStyle w:val="SIBulletList2"/>
            </w:pPr>
            <w:r>
              <w:t>collected representative sample</w:t>
            </w:r>
          </w:p>
          <w:p w14:paraId="3098627B" w14:textId="77777777" w:rsidR="0075176F" w:rsidRDefault="0075176F" w:rsidP="00165523">
            <w:pPr>
              <w:pStyle w:val="SIBulletList2"/>
            </w:pPr>
            <w:r>
              <w:t>packaged sample to prevent cross contamination</w:t>
            </w:r>
          </w:p>
          <w:p w14:paraId="5CCEA726" w14:textId="3B4C5B63" w:rsidR="0075176F" w:rsidRPr="00165523" w:rsidRDefault="0075176F" w:rsidP="00165523">
            <w:pPr>
              <w:pStyle w:val="SIBulletList2"/>
            </w:pPr>
            <w:r>
              <w:t>recorded and labelled samples according to procedures</w:t>
            </w:r>
          </w:p>
          <w:p w14:paraId="0CC5D349" w14:textId="446D5171" w:rsidR="0075176F" w:rsidRDefault="0054499F">
            <w:pPr>
              <w:pStyle w:val="SIBulletList1"/>
            </w:pPr>
            <w:r w:rsidRPr="00165523">
              <w:t>identif</w:t>
            </w:r>
            <w:r w:rsidR="0075176F">
              <w:t>ied</w:t>
            </w:r>
            <w:r w:rsidRPr="00165523">
              <w:t xml:space="preserve"> defects </w:t>
            </w:r>
            <w:r w:rsidR="0075176F">
              <w:t>in grain including:</w:t>
            </w:r>
          </w:p>
          <w:p w14:paraId="66EE9272" w14:textId="3E10207A" w:rsidR="0075176F" w:rsidRDefault="0054499F" w:rsidP="00165523">
            <w:pPr>
              <w:pStyle w:val="SIBulletList2"/>
            </w:pPr>
            <w:r w:rsidRPr="00165523">
              <w:t>split grains</w:t>
            </w:r>
            <w:r w:rsidR="0075176F">
              <w:t xml:space="preserve"> and </w:t>
            </w:r>
            <w:r w:rsidRPr="00165523">
              <w:t>seeds</w:t>
            </w:r>
          </w:p>
          <w:p w14:paraId="34E688C4" w14:textId="0BBAAD68" w:rsidR="0075176F" w:rsidRDefault="0054499F" w:rsidP="00165523">
            <w:pPr>
              <w:pStyle w:val="SIBulletList2"/>
            </w:pPr>
            <w:r w:rsidRPr="00165523">
              <w:t>undersize</w:t>
            </w:r>
          </w:p>
          <w:p w14:paraId="023BE01A" w14:textId="139B3465" w:rsidR="0075176F" w:rsidRDefault="0075176F" w:rsidP="00165523">
            <w:pPr>
              <w:pStyle w:val="SIBulletList2"/>
            </w:pPr>
            <w:r>
              <w:t>c</w:t>
            </w:r>
            <w:r w:rsidR="0054499F" w:rsidRPr="00165523">
              <w:t>haff</w:t>
            </w:r>
          </w:p>
          <w:p w14:paraId="0F09DB9C" w14:textId="4435B05A" w:rsidR="0075176F" w:rsidRDefault="0054499F" w:rsidP="00165523">
            <w:pPr>
              <w:pStyle w:val="SIBulletList2"/>
            </w:pPr>
            <w:r w:rsidRPr="00165523">
              <w:t>weed seeds</w:t>
            </w:r>
            <w:r w:rsidR="0075176F">
              <w:t xml:space="preserve"> and other contaminants</w:t>
            </w:r>
          </w:p>
          <w:p w14:paraId="2E41FADB" w14:textId="5ABB463C" w:rsidR="0054499F" w:rsidRPr="00165523" w:rsidRDefault="0054499F" w:rsidP="00165523">
            <w:pPr>
              <w:pStyle w:val="SIBulletList2"/>
            </w:pPr>
            <w:r w:rsidRPr="00165523">
              <w:t>damage</w:t>
            </w:r>
          </w:p>
          <w:p w14:paraId="344163EC" w14:textId="6CAA6376" w:rsidR="0054499F" w:rsidRPr="00165523" w:rsidRDefault="0075176F">
            <w:pPr>
              <w:pStyle w:val="SIBulletList1"/>
            </w:pPr>
            <w:r>
              <w:t>r</w:t>
            </w:r>
            <w:r w:rsidR="0054499F" w:rsidRPr="00165523">
              <w:t>ead</w:t>
            </w:r>
            <w:r>
              <w:t xml:space="preserve">, </w:t>
            </w:r>
            <w:r w:rsidR="0054499F" w:rsidRPr="00165523">
              <w:t>interpret</w:t>
            </w:r>
            <w:r>
              <w:t>ed</w:t>
            </w:r>
            <w:r w:rsidR="0054499F" w:rsidRPr="00165523">
              <w:t xml:space="preserve"> </w:t>
            </w:r>
            <w:r>
              <w:t>and applied seed and grain sampling and testing</w:t>
            </w:r>
            <w:r w:rsidRPr="00165523">
              <w:t xml:space="preserve"> </w:t>
            </w:r>
            <w:r w:rsidR="0054499F" w:rsidRPr="00165523">
              <w:t>standards</w:t>
            </w:r>
          </w:p>
          <w:p w14:paraId="4BA32FB2" w14:textId="30808177" w:rsidR="0054499F" w:rsidRPr="00165523" w:rsidRDefault="0054499F">
            <w:pPr>
              <w:pStyle w:val="SIBulletList1"/>
            </w:pPr>
            <w:r w:rsidRPr="00165523">
              <w:t>store</w:t>
            </w:r>
            <w:r w:rsidR="0075176F">
              <w:t>d</w:t>
            </w:r>
            <w:r w:rsidRPr="00165523">
              <w:t xml:space="preserve"> and dispatch</w:t>
            </w:r>
            <w:r w:rsidR="0075176F">
              <w:t>ed</w:t>
            </w:r>
            <w:r w:rsidRPr="00165523">
              <w:t xml:space="preserve"> grains and seeds samples and maintain</w:t>
            </w:r>
            <w:r w:rsidR="0075176F">
              <w:t>ed</w:t>
            </w:r>
            <w:r w:rsidRPr="00165523">
              <w:t xml:space="preserve"> hygiene</w:t>
            </w:r>
          </w:p>
          <w:p w14:paraId="4E69AD22" w14:textId="4CF38553" w:rsidR="0054499F" w:rsidRPr="00165523" w:rsidRDefault="0054499F">
            <w:pPr>
              <w:pStyle w:val="SIBulletList1"/>
            </w:pPr>
            <w:r w:rsidRPr="00165523">
              <w:t>conduct</w:t>
            </w:r>
            <w:r w:rsidR="0075176F">
              <w:t>ed</w:t>
            </w:r>
            <w:r w:rsidRPr="00165523">
              <w:t xml:space="preserve"> sampling and initial testing</w:t>
            </w:r>
          </w:p>
          <w:p w14:paraId="4723D9A7" w14:textId="5FB6A611" w:rsidR="0054499F" w:rsidRDefault="0054499F">
            <w:pPr>
              <w:pStyle w:val="SIBulletList1"/>
            </w:pPr>
            <w:r w:rsidRPr="00165523">
              <w:t>operate</w:t>
            </w:r>
            <w:r w:rsidR="0075176F">
              <w:t>d</w:t>
            </w:r>
            <w:r w:rsidRPr="00165523">
              <w:t xml:space="preserve"> testing equipment</w:t>
            </w:r>
            <w:r w:rsidR="0075176F">
              <w:t xml:space="preserve"> which must include:</w:t>
            </w:r>
          </w:p>
          <w:p w14:paraId="47FA5417" w14:textId="77777777" w:rsidR="0075176F" w:rsidRDefault="0075176F" w:rsidP="00165523">
            <w:pPr>
              <w:pStyle w:val="SIBulletList2"/>
            </w:pPr>
            <w:r>
              <w:t>manual tests</w:t>
            </w:r>
          </w:p>
          <w:p w14:paraId="6978C81A" w14:textId="5B1F89AA" w:rsidR="0075176F" w:rsidRPr="00165523" w:rsidRDefault="0075176F" w:rsidP="00165523">
            <w:pPr>
              <w:pStyle w:val="SIBulletList2"/>
            </w:pPr>
            <w:r>
              <w:t>electronic test equipment</w:t>
            </w:r>
          </w:p>
          <w:p w14:paraId="4561AF83" w14:textId="63F13165" w:rsidR="0054499F" w:rsidRPr="00165523" w:rsidRDefault="0054499F">
            <w:pPr>
              <w:pStyle w:val="SIBulletList1"/>
            </w:pPr>
            <w:r w:rsidRPr="00165523">
              <w:t>record</w:t>
            </w:r>
            <w:r w:rsidR="0075176F">
              <w:t>ed</w:t>
            </w:r>
            <w:r w:rsidRPr="00165523">
              <w:t xml:space="preserve"> samples for further testing</w:t>
            </w:r>
          </w:p>
          <w:p w14:paraId="3F4E2EAA" w14:textId="59F0C350" w:rsidR="00556C4C" w:rsidRPr="00CD634A" w:rsidRDefault="0054499F">
            <w:pPr>
              <w:pStyle w:val="SIBulletList1"/>
            </w:pPr>
            <w:r w:rsidRPr="00165523">
              <w:t>maintain</w:t>
            </w:r>
            <w:r w:rsidR="0075176F">
              <w:t>ed</w:t>
            </w:r>
            <w:r w:rsidRPr="00165523">
              <w:t xml:space="preserve"> records.</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3A451FAC" w14:textId="39160EB7" w:rsidR="0054499F" w:rsidRPr="0054499F" w:rsidRDefault="005E1149" w:rsidP="0054499F">
            <w:pPr>
              <w:pStyle w:val="SIBulletList1"/>
              <w:numPr>
                <w:ilvl w:val="0"/>
                <w:numId w:val="0"/>
              </w:numPr>
              <w:ind w:left="357" w:hanging="357"/>
            </w:pPr>
            <w:r>
              <w:t>An individual must be able to demonstrate the knowledge required to perform the tasks outlined in the elements and performance criteria of this unit. This includes knowledge of:</w:t>
            </w:r>
          </w:p>
          <w:p w14:paraId="1DAAB196" w14:textId="77777777" w:rsidR="0054499F" w:rsidRPr="0054499F" w:rsidRDefault="0054499F" w:rsidP="0054499F">
            <w:pPr>
              <w:pStyle w:val="SIBulletList1"/>
            </w:pPr>
            <w:r w:rsidRPr="0054499F">
              <w:t>safe operating procedures for handling and storing grain</w:t>
            </w:r>
          </w:p>
          <w:p w14:paraId="386B79EB" w14:textId="77777777" w:rsidR="0054499F" w:rsidRPr="0054499F" w:rsidRDefault="0054499F" w:rsidP="0054499F">
            <w:pPr>
              <w:pStyle w:val="SIBulletList1"/>
            </w:pPr>
            <w:r w:rsidRPr="0054499F">
              <w:t>grain/seed testing processes</w:t>
            </w:r>
          </w:p>
          <w:p w14:paraId="0E310F94" w14:textId="0481C9C7" w:rsidR="0054499F" w:rsidRPr="0054499F" w:rsidRDefault="0054499F" w:rsidP="0054499F">
            <w:pPr>
              <w:pStyle w:val="SIBulletList1"/>
            </w:pPr>
            <w:r w:rsidRPr="0054499F">
              <w:t>industry standards</w:t>
            </w:r>
            <w:r w:rsidR="002B1FF1">
              <w:t xml:space="preserve">, </w:t>
            </w:r>
            <w:r w:rsidRPr="0054499F">
              <w:t>codes of practice</w:t>
            </w:r>
            <w:r w:rsidR="002B1FF1">
              <w:t xml:space="preserve"> and quality assurance requirements for grains and seeds</w:t>
            </w:r>
          </w:p>
          <w:p w14:paraId="10BE5DC7" w14:textId="06596681" w:rsidR="002B1FF1" w:rsidRDefault="0054499F" w:rsidP="0054499F">
            <w:pPr>
              <w:pStyle w:val="SIBulletList1"/>
            </w:pPr>
            <w:r w:rsidRPr="0054499F">
              <w:t xml:space="preserve">testing </w:t>
            </w:r>
            <w:r w:rsidR="002B1FF1">
              <w:t xml:space="preserve">procedures and </w:t>
            </w:r>
            <w:r w:rsidRPr="0054499F">
              <w:t>parameters for grains</w:t>
            </w:r>
            <w:r w:rsidR="002B1FF1">
              <w:t>, including:</w:t>
            </w:r>
          </w:p>
          <w:p w14:paraId="4317799E" w14:textId="1DB48193" w:rsidR="002B1FF1" w:rsidRDefault="0054499F" w:rsidP="00165523">
            <w:pPr>
              <w:pStyle w:val="SIBulletList2"/>
            </w:pPr>
            <w:r w:rsidRPr="0054499F">
              <w:t>protein</w:t>
            </w:r>
          </w:p>
          <w:p w14:paraId="64BA61DB" w14:textId="30DBA48B" w:rsidR="002B1FF1" w:rsidRDefault="002B1FF1" w:rsidP="00165523">
            <w:pPr>
              <w:pStyle w:val="SIBulletList2"/>
            </w:pPr>
            <w:r>
              <w:t>w</w:t>
            </w:r>
            <w:r w:rsidR="0054499F" w:rsidRPr="0054499F">
              <w:t>eight</w:t>
            </w:r>
          </w:p>
          <w:p w14:paraId="1DC1C010" w14:textId="7544458E" w:rsidR="002B1FF1" w:rsidRDefault="0054499F" w:rsidP="00165523">
            <w:pPr>
              <w:pStyle w:val="SIBulletList2"/>
            </w:pPr>
            <w:r w:rsidRPr="0054499F">
              <w:t>oil content</w:t>
            </w:r>
          </w:p>
          <w:p w14:paraId="0A2375E2" w14:textId="572D495A" w:rsidR="002B1FF1" w:rsidRDefault="0054499F" w:rsidP="00165523">
            <w:pPr>
              <w:pStyle w:val="SIBulletList2"/>
            </w:pPr>
            <w:r w:rsidRPr="0054499F">
              <w:t>moisture</w:t>
            </w:r>
          </w:p>
          <w:p w14:paraId="53BB77B7" w14:textId="7F63E9C4" w:rsidR="002B1FF1" w:rsidRDefault="0054499F" w:rsidP="00165523">
            <w:pPr>
              <w:pStyle w:val="SIBulletList2"/>
            </w:pPr>
            <w:r w:rsidRPr="0054499F">
              <w:t>defects</w:t>
            </w:r>
          </w:p>
          <w:p w14:paraId="0B2F6720" w14:textId="64C9A7AA" w:rsidR="0054499F" w:rsidRPr="0054499F" w:rsidRDefault="0054499F" w:rsidP="00165523">
            <w:pPr>
              <w:pStyle w:val="SIBulletList2"/>
            </w:pPr>
            <w:r w:rsidRPr="0054499F">
              <w:t>sprouts</w:t>
            </w:r>
          </w:p>
          <w:p w14:paraId="1EC63DE9" w14:textId="2EBE1332" w:rsidR="002B1FF1" w:rsidRDefault="0054499F" w:rsidP="0054499F">
            <w:pPr>
              <w:pStyle w:val="SIBulletList1"/>
            </w:pPr>
            <w:r w:rsidRPr="0054499F">
              <w:t xml:space="preserve">testing </w:t>
            </w:r>
            <w:r w:rsidR="002B1FF1">
              <w:t xml:space="preserve">procedures and </w:t>
            </w:r>
            <w:r w:rsidRPr="0054499F">
              <w:t>parameters for seed</w:t>
            </w:r>
            <w:r w:rsidR="002B1FF1">
              <w:t>, including:</w:t>
            </w:r>
          </w:p>
          <w:p w14:paraId="1AD25951" w14:textId="273213CE" w:rsidR="002B1FF1" w:rsidRDefault="0054499F" w:rsidP="00165523">
            <w:pPr>
              <w:pStyle w:val="SIBulletList2"/>
            </w:pPr>
            <w:r w:rsidRPr="0054499F">
              <w:t>genetic purity</w:t>
            </w:r>
          </w:p>
          <w:p w14:paraId="5D64CE56" w14:textId="472E80A8" w:rsidR="002B1FF1" w:rsidRDefault="0054499F" w:rsidP="00165523">
            <w:pPr>
              <w:pStyle w:val="SIBulletList2"/>
            </w:pPr>
            <w:r w:rsidRPr="0054499F">
              <w:t>cultivar</w:t>
            </w:r>
          </w:p>
          <w:p w14:paraId="219B1684" w14:textId="5E0A770F" w:rsidR="002B1FF1" w:rsidRDefault="0054499F" w:rsidP="00165523">
            <w:pPr>
              <w:pStyle w:val="SIBulletList2"/>
            </w:pPr>
            <w:r w:rsidRPr="0054499F">
              <w:t>dead</w:t>
            </w:r>
          </w:p>
          <w:p w14:paraId="4DA94B99" w14:textId="528665F8" w:rsidR="002B1FF1" w:rsidRDefault="0054499F" w:rsidP="00165523">
            <w:pPr>
              <w:pStyle w:val="SIBulletList2"/>
            </w:pPr>
            <w:r w:rsidRPr="0054499F">
              <w:t>abnormal</w:t>
            </w:r>
          </w:p>
          <w:p w14:paraId="6126A9E1" w14:textId="0902CE0A" w:rsidR="002B1FF1" w:rsidRDefault="0054499F" w:rsidP="00165523">
            <w:pPr>
              <w:pStyle w:val="SIBulletList2"/>
            </w:pPr>
            <w:r w:rsidRPr="0054499F">
              <w:t>hard seed</w:t>
            </w:r>
          </w:p>
          <w:p w14:paraId="4107356E" w14:textId="4BA6FB2C" w:rsidR="002B1FF1" w:rsidRDefault="0054499F" w:rsidP="00165523">
            <w:pPr>
              <w:pStyle w:val="SIBulletList2"/>
            </w:pPr>
            <w:r w:rsidRPr="0054499F">
              <w:t>germination potential</w:t>
            </w:r>
          </w:p>
          <w:p w14:paraId="3493FF9B" w14:textId="5FFEA0E6" w:rsidR="0054499F" w:rsidRPr="0054499F" w:rsidRDefault="002B1FF1" w:rsidP="00165523">
            <w:pPr>
              <w:pStyle w:val="SIBulletList2"/>
            </w:pPr>
            <w:r>
              <w:t xml:space="preserve">contamination with </w:t>
            </w:r>
            <w:r w:rsidR="0054499F" w:rsidRPr="0054499F">
              <w:t>foreign matter</w:t>
            </w:r>
          </w:p>
          <w:p w14:paraId="2CC1B401" w14:textId="77777777" w:rsidR="0054499F" w:rsidRPr="0054499F" w:rsidRDefault="0054499F" w:rsidP="0054499F">
            <w:pPr>
              <w:pStyle w:val="SIBulletList1"/>
            </w:pPr>
            <w:r w:rsidRPr="0054499F">
              <w:t>analysis and consequence of test result</w:t>
            </w:r>
          </w:p>
          <w:p w14:paraId="1E2343E9" w14:textId="466F7032" w:rsidR="0054499F" w:rsidRDefault="0054499F" w:rsidP="0054499F">
            <w:pPr>
              <w:pStyle w:val="SIBulletList1"/>
            </w:pPr>
            <w:r w:rsidRPr="0054499F">
              <w:t>segregation strategies/methods and hygiene</w:t>
            </w:r>
            <w:r w:rsidR="002B1FF1">
              <w:t xml:space="preserve"> management</w:t>
            </w:r>
          </w:p>
          <w:p w14:paraId="64EF1C65" w14:textId="239549DD" w:rsidR="002B1FF1" w:rsidRPr="0054499F" w:rsidRDefault="002B1FF1" w:rsidP="0054499F">
            <w:pPr>
              <w:pStyle w:val="SIBulletList1"/>
            </w:pPr>
            <w:r>
              <w:t>record keeping strategies and importance for traceability</w:t>
            </w:r>
          </w:p>
          <w:p w14:paraId="49F1084D" w14:textId="77777777" w:rsidR="0054499F" w:rsidRPr="0054499F" w:rsidRDefault="0054499F" w:rsidP="0054499F">
            <w:pPr>
              <w:pStyle w:val="SIBulletList1"/>
            </w:pPr>
            <w:r w:rsidRPr="0054499F">
              <w:t>impact of residues including chemical</w:t>
            </w:r>
          </w:p>
          <w:p w14:paraId="594042BC" w14:textId="631CF02D" w:rsidR="00F1480E" w:rsidRPr="000754EC" w:rsidRDefault="0054499F" w:rsidP="0054499F">
            <w:pPr>
              <w:pStyle w:val="SIBulletList1"/>
            </w:pPr>
            <w:r w:rsidRPr="0054499F">
              <w:t>enterprise biosecurity policies</w:t>
            </w:r>
            <w:r w:rsidR="002B1FF1">
              <w:t xml:space="preserve"> and procedures.</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lastRenderedPageBreak/>
              <w:t>A</w:t>
            </w:r>
            <w:r w:rsidRPr="000754EC">
              <w:t>ssessment Conditions</w:t>
            </w:r>
          </w:p>
        </w:tc>
      </w:tr>
      <w:tr w:rsidR="00DA54B5" w:rsidRPr="00A55106" w14:paraId="4AECFB30" w14:textId="77777777" w:rsidTr="00CA2922">
        <w:tc>
          <w:tcPr>
            <w:tcW w:w="5000" w:type="pct"/>
            <w:shd w:val="clear" w:color="auto" w:fill="auto"/>
          </w:tcPr>
          <w:p w14:paraId="3A9952BA" w14:textId="60664DFF" w:rsidR="00DA54B5" w:rsidRPr="00165523" w:rsidRDefault="00DA54B5" w:rsidP="00165523">
            <w:pPr>
              <w:pStyle w:val="SIText"/>
            </w:pPr>
            <w:r w:rsidRPr="00165523">
              <w:t xml:space="preserve">Assessment of the skills in this unit of competency must take place under the following conditions: </w:t>
            </w:r>
          </w:p>
          <w:p w14:paraId="04186F1B" w14:textId="6836E362" w:rsidR="00DA54B5" w:rsidRPr="00165523" w:rsidRDefault="00DA54B5">
            <w:pPr>
              <w:pStyle w:val="SIBulletList1"/>
            </w:pPr>
            <w:r w:rsidRPr="00165523">
              <w:t>physical conditions:</w:t>
            </w:r>
          </w:p>
          <w:p w14:paraId="386B05FF" w14:textId="43AA70D5" w:rsidR="00DA54B5" w:rsidRPr="00165523" w:rsidRDefault="00DA54B5">
            <w:pPr>
              <w:pStyle w:val="SIBulletList2"/>
              <w:rPr>
                <w:rFonts w:eastAsia="Calibri"/>
              </w:rPr>
            </w:pPr>
            <w:r w:rsidRPr="00165523">
              <w:t xml:space="preserve">skills must be demonstrated </w:t>
            </w:r>
            <w:r w:rsidR="00775BD3">
              <w:t xml:space="preserve">on a farm or seed processing facility </w:t>
            </w:r>
            <w:r w:rsidRPr="00165523">
              <w:t>or an environment that accurately represents workplace conditions</w:t>
            </w:r>
          </w:p>
          <w:p w14:paraId="7CD1E166" w14:textId="23300D01" w:rsidR="00DA54B5" w:rsidRPr="00165523" w:rsidRDefault="00DA54B5">
            <w:pPr>
              <w:pStyle w:val="SIBulletList1"/>
            </w:pPr>
            <w:r w:rsidRPr="00165523">
              <w:t>resources, equipment and materials:</w:t>
            </w:r>
          </w:p>
          <w:p w14:paraId="1AC0F720" w14:textId="5E7584B0" w:rsidR="00DA54B5" w:rsidRPr="00165523" w:rsidRDefault="00775BD3">
            <w:pPr>
              <w:pStyle w:val="SIBulletList2"/>
              <w:rPr>
                <w:rFonts w:eastAsia="Calibri"/>
              </w:rPr>
            </w:pPr>
            <w:r>
              <w:rPr>
                <w:rFonts w:eastAsia="Calibri"/>
              </w:rPr>
              <w:t>delivery vehicle with seed or grain</w:t>
            </w:r>
          </w:p>
          <w:p w14:paraId="7E1AAF19" w14:textId="334B6075" w:rsidR="00775BD3" w:rsidRPr="00165523" w:rsidRDefault="00DA54B5">
            <w:pPr>
              <w:pStyle w:val="SIBulletList2"/>
              <w:rPr>
                <w:rFonts w:eastAsia="Calibri"/>
              </w:rPr>
            </w:pPr>
            <w:r w:rsidRPr="00165523">
              <w:t>use of tools</w:t>
            </w:r>
            <w:r w:rsidR="00775BD3">
              <w:t xml:space="preserve"> for sampling grains/seeds</w:t>
            </w:r>
          </w:p>
          <w:p w14:paraId="77D53DD8" w14:textId="6DC03E12" w:rsidR="00DA54B5" w:rsidRPr="00165523" w:rsidRDefault="00775BD3">
            <w:pPr>
              <w:pStyle w:val="SIBulletList2"/>
              <w:rPr>
                <w:rFonts w:eastAsia="Calibri"/>
              </w:rPr>
            </w:pPr>
            <w:r>
              <w:t>use of seed and grain test equipment</w:t>
            </w:r>
          </w:p>
          <w:p w14:paraId="4AB282A7" w14:textId="41504BA2" w:rsidR="00DA54B5" w:rsidRPr="00165523" w:rsidRDefault="00DA54B5">
            <w:pPr>
              <w:pStyle w:val="SIBulletList2"/>
              <w:rPr>
                <w:rFonts w:eastAsia="Calibri"/>
              </w:rPr>
            </w:pPr>
            <w:r w:rsidRPr="00165523">
              <w:t>use of personal protective equipment</w:t>
            </w:r>
          </w:p>
          <w:p w14:paraId="3D4B0BD2" w14:textId="00DBE34F" w:rsidR="00DA54B5" w:rsidRPr="00165523" w:rsidRDefault="00DA54B5">
            <w:pPr>
              <w:pStyle w:val="SIBulletList1"/>
              <w:rPr>
                <w:rFonts w:eastAsia="Calibri"/>
              </w:rPr>
            </w:pPr>
            <w:r w:rsidRPr="00165523">
              <w:rPr>
                <w:rFonts w:eastAsia="Calibri"/>
              </w:rPr>
              <w:t>specifications</w:t>
            </w:r>
            <w:r w:rsidR="00775BD3">
              <w:rPr>
                <w:rFonts w:eastAsia="Calibri"/>
              </w:rPr>
              <w:t>:</w:t>
            </w:r>
          </w:p>
          <w:p w14:paraId="03115840" w14:textId="4FBEDAFC" w:rsidR="00DA54B5" w:rsidRPr="00165523" w:rsidRDefault="00DA54B5">
            <w:pPr>
              <w:pStyle w:val="SIBulletList2"/>
              <w:rPr>
                <w:rFonts w:eastAsia="Calibri"/>
              </w:rPr>
            </w:pPr>
            <w:r w:rsidRPr="00165523">
              <w:rPr>
                <w:rFonts w:eastAsia="Calibri"/>
              </w:rPr>
              <w:t xml:space="preserve">use of workplace policies, procedures </w:t>
            </w:r>
            <w:r w:rsidR="00775BD3">
              <w:rPr>
                <w:rFonts w:eastAsia="Calibri"/>
              </w:rPr>
              <w:t>and</w:t>
            </w:r>
            <w:r w:rsidRPr="00165523">
              <w:rPr>
                <w:rFonts w:eastAsia="Calibri"/>
              </w:rPr>
              <w:t xml:space="preserve"> </w:t>
            </w:r>
            <w:r w:rsidR="00775BD3">
              <w:rPr>
                <w:rFonts w:eastAsia="Calibri"/>
              </w:rPr>
              <w:t xml:space="preserve">delivery documents and </w:t>
            </w:r>
            <w:r w:rsidRPr="00165523">
              <w:rPr>
                <w:rFonts w:eastAsia="Calibri"/>
              </w:rPr>
              <w:t>forms</w:t>
            </w:r>
          </w:p>
          <w:p w14:paraId="4B734460" w14:textId="18072BC5" w:rsidR="00DA54B5" w:rsidRPr="00165523" w:rsidRDefault="00DA54B5">
            <w:pPr>
              <w:pStyle w:val="SIBulletList2"/>
              <w:rPr>
                <w:rFonts w:eastAsia="Calibri"/>
              </w:rPr>
            </w:pPr>
            <w:r w:rsidRPr="00165523">
              <w:rPr>
                <w:rFonts w:eastAsia="Calibri"/>
              </w:rPr>
              <w:t>use of manufacturer operating instructions for specific equipment, machinery</w:t>
            </w:r>
          </w:p>
          <w:p w14:paraId="106A7384" w14:textId="2A7DCB1F" w:rsidR="00DA54B5" w:rsidRPr="00165523" w:rsidRDefault="00DA54B5">
            <w:pPr>
              <w:pStyle w:val="SIBulletList2"/>
              <w:rPr>
                <w:rFonts w:eastAsia="Calibri"/>
              </w:rPr>
            </w:pPr>
            <w:r w:rsidRPr="00165523">
              <w:rPr>
                <w:rFonts w:eastAsia="Calibri"/>
              </w:rPr>
              <w:t xml:space="preserve">use of workplace </w:t>
            </w:r>
            <w:r w:rsidR="00775BD3">
              <w:rPr>
                <w:rFonts w:eastAsia="Calibri"/>
              </w:rPr>
              <w:t>s</w:t>
            </w:r>
            <w:r w:rsidRPr="00165523">
              <w:rPr>
                <w:rFonts w:eastAsia="Calibri"/>
              </w:rPr>
              <w:t>pecifications</w:t>
            </w:r>
            <w:r w:rsidR="00775BD3">
              <w:rPr>
                <w:rFonts w:eastAsia="Calibri"/>
              </w:rPr>
              <w:t xml:space="preserve"> for seed/grain quality standards</w:t>
            </w:r>
          </w:p>
          <w:p w14:paraId="40FA0388" w14:textId="379637E3" w:rsidR="00775BD3" w:rsidRDefault="00DA54B5" w:rsidP="00165523">
            <w:pPr>
              <w:pStyle w:val="SIBulletList1"/>
            </w:pPr>
            <w:r w:rsidRPr="00165523">
              <w:t xml:space="preserve">relationships: </w:t>
            </w:r>
          </w:p>
          <w:p w14:paraId="19987618" w14:textId="6D535853" w:rsidR="00DA54B5" w:rsidRPr="00165523" w:rsidRDefault="00DA54B5">
            <w:pPr>
              <w:pStyle w:val="SIBulletList2"/>
            </w:pPr>
            <w:r w:rsidRPr="00165523">
              <w:t>client</w:t>
            </w:r>
            <w:r w:rsidR="00775BD3">
              <w:t>/delivery person.</w:t>
            </w:r>
          </w:p>
          <w:p w14:paraId="3DE0592A" w14:textId="77777777" w:rsidR="00DA54B5" w:rsidRPr="00165523" w:rsidRDefault="00DA54B5">
            <w:pPr>
              <w:pStyle w:val="SIText"/>
            </w:pPr>
          </w:p>
          <w:p w14:paraId="408F0CDB" w14:textId="567A9DB7" w:rsidR="00DA54B5" w:rsidRPr="00165523" w:rsidRDefault="00DA54B5" w:rsidP="00165523">
            <w:pPr>
              <w:pStyle w:val="SIText"/>
              <w:rPr>
                <w:rFonts w:eastAsia="Calibri"/>
              </w:rPr>
            </w:pPr>
            <w:r w:rsidRPr="00165523">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54A7FC92" w:rsidR="00F1480E" w:rsidRPr="000754EC" w:rsidRDefault="00FE1FD7" w:rsidP="000754EC">
            <w:pPr>
              <w:pStyle w:val="SIText"/>
            </w:pPr>
            <w:hyperlink r:id="rId15"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Ron Barrow" w:date="2021-01-04T12:00:00Z" w:initials="RB">
    <w:p w14:paraId="36DAD028" w14:textId="77777777" w:rsidR="00165523" w:rsidRDefault="00165523">
      <w:r>
        <w:annotationRef/>
      </w:r>
      <w:r>
        <w:t>Is this relevant? Could it be GM and Other seed?</w:t>
      </w:r>
    </w:p>
    <w:p w14:paraId="02864BE1" w14:textId="074779E2" w:rsidR="00165523" w:rsidRDefault="00165523">
      <w:r>
        <w:t>SMEWG advice sought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2864BE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864BE1" w16cid:durableId="23B2E7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46FAB4" w14:textId="77777777" w:rsidR="00FE1FD7" w:rsidRDefault="00FE1FD7" w:rsidP="00BF3F0A">
      <w:r>
        <w:separator/>
      </w:r>
    </w:p>
    <w:p w14:paraId="350CC470" w14:textId="77777777" w:rsidR="00FE1FD7" w:rsidRDefault="00FE1FD7"/>
  </w:endnote>
  <w:endnote w:type="continuationSeparator" w:id="0">
    <w:p w14:paraId="2A51AEBA" w14:textId="77777777" w:rsidR="00FE1FD7" w:rsidRDefault="00FE1FD7" w:rsidP="00BF3F0A">
      <w:r>
        <w:continuationSeparator/>
      </w:r>
    </w:p>
    <w:p w14:paraId="1AA8D543" w14:textId="77777777" w:rsidR="00FE1FD7" w:rsidRDefault="00FE1F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F1A64">
          <w:rPr>
            <w:noProof/>
          </w:rPr>
          <w:t>1</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4242F" w14:textId="77777777" w:rsidR="00FE1FD7" w:rsidRDefault="00FE1FD7" w:rsidP="00BF3F0A">
      <w:r>
        <w:separator/>
      </w:r>
    </w:p>
    <w:p w14:paraId="221CF1A6" w14:textId="77777777" w:rsidR="00FE1FD7" w:rsidRDefault="00FE1FD7"/>
  </w:footnote>
  <w:footnote w:type="continuationSeparator" w:id="0">
    <w:p w14:paraId="02409F36" w14:textId="77777777" w:rsidR="00FE1FD7" w:rsidRDefault="00FE1FD7" w:rsidP="00BF3F0A">
      <w:r>
        <w:continuationSeparator/>
      </w:r>
    </w:p>
    <w:p w14:paraId="04288482" w14:textId="77777777" w:rsidR="00FE1FD7" w:rsidRDefault="00FE1F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69EFD" w14:textId="4CBA6C31" w:rsidR="009C2650" w:rsidRPr="0054499F" w:rsidRDefault="0054499F" w:rsidP="0054499F">
    <w:r w:rsidRPr="0054499F">
      <w:rPr>
        <w:lang w:eastAsia="en-US"/>
      </w:rPr>
      <w:t>AHCBAC304 Test grains and seeds on receival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26D0"/>
    <w:rsid w:val="0001296A"/>
    <w:rsid w:val="00016803"/>
    <w:rsid w:val="00023992"/>
    <w:rsid w:val="000275AE"/>
    <w:rsid w:val="00041E59"/>
    <w:rsid w:val="00064BFE"/>
    <w:rsid w:val="00070B3E"/>
    <w:rsid w:val="00071F95"/>
    <w:rsid w:val="000737BB"/>
    <w:rsid w:val="000748F0"/>
    <w:rsid w:val="00074E47"/>
    <w:rsid w:val="000754EC"/>
    <w:rsid w:val="0009093B"/>
    <w:rsid w:val="000A5441"/>
    <w:rsid w:val="000B2022"/>
    <w:rsid w:val="000C149A"/>
    <w:rsid w:val="000C224E"/>
    <w:rsid w:val="000E25E6"/>
    <w:rsid w:val="000E2C86"/>
    <w:rsid w:val="000F1A64"/>
    <w:rsid w:val="000F29F2"/>
    <w:rsid w:val="00101659"/>
    <w:rsid w:val="00105AEA"/>
    <w:rsid w:val="001078BF"/>
    <w:rsid w:val="00133957"/>
    <w:rsid w:val="001372F6"/>
    <w:rsid w:val="00144385"/>
    <w:rsid w:val="00146EEC"/>
    <w:rsid w:val="00151D55"/>
    <w:rsid w:val="00151D93"/>
    <w:rsid w:val="00156EF3"/>
    <w:rsid w:val="00165523"/>
    <w:rsid w:val="00176E4F"/>
    <w:rsid w:val="0018546B"/>
    <w:rsid w:val="001A1561"/>
    <w:rsid w:val="001A6A3E"/>
    <w:rsid w:val="001A7B6D"/>
    <w:rsid w:val="001B34D5"/>
    <w:rsid w:val="001B513A"/>
    <w:rsid w:val="001B5409"/>
    <w:rsid w:val="001C0A75"/>
    <w:rsid w:val="001C1306"/>
    <w:rsid w:val="001D30EB"/>
    <w:rsid w:val="001D58E4"/>
    <w:rsid w:val="001D5C1B"/>
    <w:rsid w:val="001D7F5B"/>
    <w:rsid w:val="001E0849"/>
    <w:rsid w:val="001E16BC"/>
    <w:rsid w:val="001E16DF"/>
    <w:rsid w:val="001F2BA5"/>
    <w:rsid w:val="001F308D"/>
    <w:rsid w:val="00201A7C"/>
    <w:rsid w:val="0021210E"/>
    <w:rsid w:val="0021414D"/>
    <w:rsid w:val="00223124"/>
    <w:rsid w:val="00233143"/>
    <w:rsid w:val="00234444"/>
    <w:rsid w:val="00235EB0"/>
    <w:rsid w:val="00242293"/>
    <w:rsid w:val="00244EA7"/>
    <w:rsid w:val="00253A96"/>
    <w:rsid w:val="00262FC3"/>
    <w:rsid w:val="0026394F"/>
    <w:rsid w:val="00267AF6"/>
    <w:rsid w:val="00271F0A"/>
    <w:rsid w:val="00276DB8"/>
    <w:rsid w:val="00282664"/>
    <w:rsid w:val="00285FB8"/>
    <w:rsid w:val="002970C3"/>
    <w:rsid w:val="002A4CD3"/>
    <w:rsid w:val="002A6CC4"/>
    <w:rsid w:val="002B1FF1"/>
    <w:rsid w:val="002C55E9"/>
    <w:rsid w:val="002D0C8B"/>
    <w:rsid w:val="002D330A"/>
    <w:rsid w:val="002E170C"/>
    <w:rsid w:val="002E193E"/>
    <w:rsid w:val="00305EFF"/>
    <w:rsid w:val="00310A6A"/>
    <w:rsid w:val="003144E6"/>
    <w:rsid w:val="00337E82"/>
    <w:rsid w:val="00346FDC"/>
    <w:rsid w:val="00350BB1"/>
    <w:rsid w:val="00352C83"/>
    <w:rsid w:val="00356201"/>
    <w:rsid w:val="003570F7"/>
    <w:rsid w:val="00366805"/>
    <w:rsid w:val="0037067D"/>
    <w:rsid w:val="00373436"/>
    <w:rsid w:val="0038735B"/>
    <w:rsid w:val="003916D1"/>
    <w:rsid w:val="00394C90"/>
    <w:rsid w:val="003A2035"/>
    <w:rsid w:val="003A21F0"/>
    <w:rsid w:val="003A277F"/>
    <w:rsid w:val="003A58BA"/>
    <w:rsid w:val="003A5AE7"/>
    <w:rsid w:val="003A7221"/>
    <w:rsid w:val="003B3493"/>
    <w:rsid w:val="003B370C"/>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5AD4"/>
    <w:rsid w:val="00512D28"/>
    <w:rsid w:val="005145AB"/>
    <w:rsid w:val="00520E9A"/>
    <w:rsid w:val="005248C1"/>
    <w:rsid w:val="00526134"/>
    <w:rsid w:val="005405B2"/>
    <w:rsid w:val="005427C8"/>
    <w:rsid w:val="005446D1"/>
    <w:rsid w:val="0054499F"/>
    <w:rsid w:val="00556C4C"/>
    <w:rsid w:val="00557369"/>
    <w:rsid w:val="00557D22"/>
    <w:rsid w:val="00564ADD"/>
    <w:rsid w:val="005708EB"/>
    <w:rsid w:val="00575BC6"/>
    <w:rsid w:val="00583902"/>
    <w:rsid w:val="0058449A"/>
    <w:rsid w:val="00586D6B"/>
    <w:rsid w:val="005A0E20"/>
    <w:rsid w:val="005A1D70"/>
    <w:rsid w:val="005A3AA5"/>
    <w:rsid w:val="005A6C9C"/>
    <w:rsid w:val="005A74DC"/>
    <w:rsid w:val="005B5146"/>
    <w:rsid w:val="005B7490"/>
    <w:rsid w:val="005D1AFD"/>
    <w:rsid w:val="005D32D6"/>
    <w:rsid w:val="005E1149"/>
    <w:rsid w:val="005E51E6"/>
    <w:rsid w:val="005F027A"/>
    <w:rsid w:val="005F33CC"/>
    <w:rsid w:val="005F771F"/>
    <w:rsid w:val="006121D4"/>
    <w:rsid w:val="00613B49"/>
    <w:rsid w:val="00616845"/>
    <w:rsid w:val="00620E8E"/>
    <w:rsid w:val="00633CFE"/>
    <w:rsid w:val="00634FCA"/>
    <w:rsid w:val="00643D1B"/>
    <w:rsid w:val="006452B8"/>
    <w:rsid w:val="00652E62"/>
    <w:rsid w:val="006708D8"/>
    <w:rsid w:val="00682D0D"/>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0C74"/>
    <w:rsid w:val="007444CF"/>
    <w:rsid w:val="0075176F"/>
    <w:rsid w:val="00752C75"/>
    <w:rsid w:val="007540B4"/>
    <w:rsid w:val="00756458"/>
    <w:rsid w:val="00757005"/>
    <w:rsid w:val="00761DBE"/>
    <w:rsid w:val="0076523B"/>
    <w:rsid w:val="00771B60"/>
    <w:rsid w:val="00775BD3"/>
    <w:rsid w:val="00781D77"/>
    <w:rsid w:val="00783549"/>
    <w:rsid w:val="007860B7"/>
    <w:rsid w:val="00786DC8"/>
    <w:rsid w:val="007A300D"/>
    <w:rsid w:val="007A52EE"/>
    <w:rsid w:val="007D5A78"/>
    <w:rsid w:val="007E3BD1"/>
    <w:rsid w:val="007F1563"/>
    <w:rsid w:val="007F1EB2"/>
    <w:rsid w:val="007F44DB"/>
    <w:rsid w:val="007F5A8B"/>
    <w:rsid w:val="00804EA4"/>
    <w:rsid w:val="00817D51"/>
    <w:rsid w:val="00823530"/>
    <w:rsid w:val="00823FF4"/>
    <w:rsid w:val="00827948"/>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1203"/>
    <w:rsid w:val="00997BFC"/>
    <w:rsid w:val="009A5900"/>
    <w:rsid w:val="009A6E6C"/>
    <w:rsid w:val="009A6F3F"/>
    <w:rsid w:val="009A71BE"/>
    <w:rsid w:val="009B331A"/>
    <w:rsid w:val="009C2650"/>
    <w:rsid w:val="009D15E2"/>
    <w:rsid w:val="009D15FE"/>
    <w:rsid w:val="009D5D2C"/>
    <w:rsid w:val="009F0DCC"/>
    <w:rsid w:val="009F11CA"/>
    <w:rsid w:val="00A0695B"/>
    <w:rsid w:val="00A13052"/>
    <w:rsid w:val="00A174F4"/>
    <w:rsid w:val="00A216A8"/>
    <w:rsid w:val="00A223A6"/>
    <w:rsid w:val="00A316F6"/>
    <w:rsid w:val="00A3639E"/>
    <w:rsid w:val="00A5092E"/>
    <w:rsid w:val="00A554D6"/>
    <w:rsid w:val="00A56E14"/>
    <w:rsid w:val="00A6476B"/>
    <w:rsid w:val="00A76C6C"/>
    <w:rsid w:val="00A87356"/>
    <w:rsid w:val="00A92DD1"/>
    <w:rsid w:val="00AA5338"/>
    <w:rsid w:val="00AB1B8E"/>
    <w:rsid w:val="00AB3EC1"/>
    <w:rsid w:val="00AB46DE"/>
    <w:rsid w:val="00AB51ED"/>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1EDA"/>
    <w:rsid w:val="00B65BC7"/>
    <w:rsid w:val="00B746B9"/>
    <w:rsid w:val="00B848D4"/>
    <w:rsid w:val="00B865B7"/>
    <w:rsid w:val="00BA1656"/>
    <w:rsid w:val="00BA1CB1"/>
    <w:rsid w:val="00BA4178"/>
    <w:rsid w:val="00BA482D"/>
    <w:rsid w:val="00BB1755"/>
    <w:rsid w:val="00BB23F4"/>
    <w:rsid w:val="00BC5075"/>
    <w:rsid w:val="00BC5419"/>
    <w:rsid w:val="00BC6A0D"/>
    <w:rsid w:val="00BD3B0F"/>
    <w:rsid w:val="00BE5889"/>
    <w:rsid w:val="00BF1D4C"/>
    <w:rsid w:val="00BF3F0A"/>
    <w:rsid w:val="00C143C3"/>
    <w:rsid w:val="00C1739B"/>
    <w:rsid w:val="00C21ADE"/>
    <w:rsid w:val="00C26067"/>
    <w:rsid w:val="00C30A29"/>
    <w:rsid w:val="00C317DC"/>
    <w:rsid w:val="00C5347E"/>
    <w:rsid w:val="00C578E9"/>
    <w:rsid w:val="00C70626"/>
    <w:rsid w:val="00C72860"/>
    <w:rsid w:val="00C73582"/>
    <w:rsid w:val="00C73B90"/>
    <w:rsid w:val="00C742EC"/>
    <w:rsid w:val="00C951FC"/>
    <w:rsid w:val="00C96AF3"/>
    <w:rsid w:val="00C97CCC"/>
    <w:rsid w:val="00CA0274"/>
    <w:rsid w:val="00CA139A"/>
    <w:rsid w:val="00CB746F"/>
    <w:rsid w:val="00CC451E"/>
    <w:rsid w:val="00CD4E9D"/>
    <w:rsid w:val="00CD4F4D"/>
    <w:rsid w:val="00CD634A"/>
    <w:rsid w:val="00CE7D19"/>
    <w:rsid w:val="00CF0CF5"/>
    <w:rsid w:val="00CF2B3E"/>
    <w:rsid w:val="00CF413F"/>
    <w:rsid w:val="00D0201F"/>
    <w:rsid w:val="00D03685"/>
    <w:rsid w:val="00D0551A"/>
    <w:rsid w:val="00D07D4E"/>
    <w:rsid w:val="00D115AA"/>
    <w:rsid w:val="00D145BE"/>
    <w:rsid w:val="00D2035A"/>
    <w:rsid w:val="00D20C57"/>
    <w:rsid w:val="00D2324F"/>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A54B5"/>
    <w:rsid w:val="00DC1D69"/>
    <w:rsid w:val="00DC5A3A"/>
    <w:rsid w:val="00DD0726"/>
    <w:rsid w:val="00E238E6"/>
    <w:rsid w:val="00E34CD8"/>
    <w:rsid w:val="00E35064"/>
    <w:rsid w:val="00E3681D"/>
    <w:rsid w:val="00E40225"/>
    <w:rsid w:val="00E501F0"/>
    <w:rsid w:val="00E6166D"/>
    <w:rsid w:val="00E91BFF"/>
    <w:rsid w:val="00E92933"/>
    <w:rsid w:val="00E933B0"/>
    <w:rsid w:val="00E94FAD"/>
    <w:rsid w:val="00E95498"/>
    <w:rsid w:val="00E96A90"/>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149F"/>
    <w:rsid w:val="00F83D7C"/>
    <w:rsid w:val="00FB232E"/>
    <w:rsid w:val="00FD557D"/>
    <w:rsid w:val="00FE0282"/>
    <w:rsid w:val="00FE124D"/>
    <w:rsid w:val="00FE1FD7"/>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04234257">
      <w:bodyDiv w:val="1"/>
      <w:marLeft w:val="0"/>
      <w:marRight w:val="0"/>
      <w:marTop w:val="0"/>
      <w:marBottom w:val="0"/>
      <w:divBdr>
        <w:top w:val="none" w:sz="0" w:space="0" w:color="auto"/>
        <w:left w:val="none" w:sz="0" w:space="0" w:color="auto"/>
        <w:bottom w:val="none" w:sz="0" w:space="0" w:color="auto"/>
        <w:right w:val="none" w:sz="0" w:space="0" w:color="auto"/>
      </w:divBdr>
    </w:div>
    <w:div w:id="1552225044">
      <w:bodyDiv w:val="1"/>
      <w:marLeft w:val="0"/>
      <w:marRight w:val="0"/>
      <w:marTop w:val="0"/>
      <w:marBottom w:val="0"/>
      <w:divBdr>
        <w:top w:val="none" w:sz="0" w:space="0" w:color="auto"/>
        <w:left w:val="none" w:sz="0" w:space="0" w:color="auto"/>
        <w:bottom w:val="none" w:sz="0" w:space="0" w:color="auto"/>
        <w:right w:val="none" w:sz="0" w:space="0" w:color="auto"/>
      </w:divBdr>
    </w:div>
    <w:div w:id="1848133227">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hyperlink" Target="https://vetnet.gov.au/Pages/TrainingDocs.aspx?q=c6399549-9c62-4a5e-bf1a-524b2322cf72"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6B129EAD-3387-4741-BC8B-7786EBB1D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CD2856C-2957-4303-91FF-06F01A3F5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185</TotalTime>
  <Pages>5</Pages>
  <Words>1145</Words>
  <Characters>6527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40</cp:revision>
  <cp:lastPrinted>2016-05-27T05:21:00Z</cp:lastPrinted>
  <dcterms:created xsi:type="dcterms:W3CDTF">2020-08-25T06:08:00Z</dcterms:created>
  <dcterms:modified xsi:type="dcterms:W3CDTF">2021-01-20T06:32:00Z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